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А.А.Бакаеву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9160BC">
        <w:rPr>
          <w:sz w:val="28"/>
        </w:rPr>
        <w:t>7</w:t>
      </w:r>
      <w:r w:rsidRPr="00992F4B">
        <w:rPr>
          <w:sz w:val="28"/>
        </w:rPr>
        <w:t xml:space="preserve"> год</w:t>
      </w:r>
      <w:r w:rsidR="009160BC">
        <w:rPr>
          <w:sz w:val="28"/>
        </w:rPr>
        <w:t xml:space="preserve"> и на плановый период 2018 и 2019 годов</w:t>
      </w:r>
      <w:r w:rsidRPr="00992F4B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B62335">
              <w:rPr>
                <w:sz w:val="28"/>
              </w:rPr>
              <w:t xml:space="preserve"> </w:t>
            </w:r>
            <w:r w:rsidR="00AB7E7F">
              <w:rPr>
                <w:sz w:val="28"/>
              </w:rPr>
              <w:t xml:space="preserve"> </w:t>
            </w:r>
            <w:r w:rsidR="00CC7753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D750ED">
              <w:rPr>
                <w:sz w:val="28"/>
              </w:rPr>
              <w:t xml:space="preserve"> </w:t>
            </w:r>
            <w:r w:rsidR="009E5487">
              <w:rPr>
                <w:sz w:val="28"/>
              </w:rPr>
              <w:t xml:space="preserve"> </w:t>
            </w:r>
            <w:r w:rsidR="00F84EB5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1C0023">
              <w:rPr>
                <w:sz w:val="28"/>
              </w:rPr>
              <w:t xml:space="preserve"> </w:t>
            </w:r>
            <w:r w:rsidR="007267E9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4129FB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  </w:t>
            </w:r>
            <w:r w:rsidR="004129FB">
              <w:rPr>
                <w:sz w:val="28"/>
              </w:rPr>
              <w:t xml:space="preserve">  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4A4CF7">
              <w:rPr>
                <w:sz w:val="28"/>
              </w:rPr>
              <w:t xml:space="preserve">  </w:t>
            </w:r>
            <w:r w:rsidR="006B695D">
              <w:rPr>
                <w:sz w:val="28"/>
              </w:rPr>
              <w:t xml:space="preserve"> </w:t>
            </w:r>
            <w:r w:rsidR="00D25988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9160BC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="00DC2128"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992F4B">
              <w:rPr>
                <w:sz w:val="28"/>
              </w:rPr>
              <w:t>201</w:t>
            </w:r>
            <w:r>
              <w:rPr>
                <w:sz w:val="28"/>
              </w:rPr>
              <w:t>7</w:t>
            </w:r>
            <w:r w:rsidRPr="00992F4B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 и на плановый период 2018 и 2019 годов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461B8C" w:rsidRDefault="009160BC" w:rsidP="00461B8C">
      <w:pPr>
        <w:jc w:val="right"/>
        <w:rPr>
          <w:sz w:val="28"/>
          <w:szCs w:val="28"/>
        </w:rPr>
        <w:sectPr w:rsidR="00461B8C" w:rsidSect="00D25988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proofErr w:type="spellStart"/>
      <w:r>
        <w:rPr>
          <w:sz w:val="28"/>
          <w:szCs w:val="28"/>
        </w:rPr>
        <w:t>С.И.Морозов</w:t>
      </w:r>
      <w:proofErr w:type="spellEnd"/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  <w:bookmarkStart w:id="0" w:name="_GoBack"/>
      <w:bookmarkEnd w:id="0"/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FE524C" w:rsidP="00F10F13">
      <w:pPr>
        <w:rPr>
          <w:szCs w:val="24"/>
        </w:rPr>
      </w:pPr>
      <w:proofErr w:type="spellStart"/>
      <w:r w:rsidRPr="006B695D">
        <w:rPr>
          <w:szCs w:val="24"/>
        </w:rPr>
        <w:t>Буцкая</w:t>
      </w:r>
      <w:proofErr w:type="spellEnd"/>
      <w:r w:rsidR="006B695D" w:rsidRPr="006B695D"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461B8C" w:rsidRDefault="00461B8C" w:rsidP="0057004F">
      <w:pPr>
        <w:jc w:val="both"/>
        <w:rPr>
          <w:szCs w:val="24"/>
        </w:rPr>
      </w:pPr>
      <w:r>
        <w:rPr>
          <w:szCs w:val="24"/>
        </w:rPr>
        <w:t>0307кк2</w:t>
      </w:r>
    </w:p>
    <w:sectPr w:rsidR="00461B8C" w:rsidSect="00D25988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F5AB2"/>
    <w:rsid w:val="00121321"/>
    <w:rsid w:val="0015183E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91741"/>
    <w:rsid w:val="00295F0C"/>
    <w:rsid w:val="002C1FAB"/>
    <w:rsid w:val="002E06B8"/>
    <w:rsid w:val="002E0AC6"/>
    <w:rsid w:val="002F0CFF"/>
    <w:rsid w:val="002F248D"/>
    <w:rsid w:val="002F3426"/>
    <w:rsid w:val="002F60B4"/>
    <w:rsid w:val="00315102"/>
    <w:rsid w:val="003350B5"/>
    <w:rsid w:val="003726B3"/>
    <w:rsid w:val="00384F7A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715E"/>
    <w:rsid w:val="00544CB0"/>
    <w:rsid w:val="00561825"/>
    <w:rsid w:val="005679AF"/>
    <w:rsid w:val="00567B63"/>
    <w:rsid w:val="0057004F"/>
    <w:rsid w:val="005923DF"/>
    <w:rsid w:val="005971D8"/>
    <w:rsid w:val="005B4F61"/>
    <w:rsid w:val="005F117E"/>
    <w:rsid w:val="00613790"/>
    <w:rsid w:val="006353CC"/>
    <w:rsid w:val="00650C6A"/>
    <w:rsid w:val="0065237F"/>
    <w:rsid w:val="00667E8C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61D61"/>
    <w:rsid w:val="00B62335"/>
    <w:rsid w:val="00B76AC1"/>
    <w:rsid w:val="00B8793A"/>
    <w:rsid w:val="00B94FBD"/>
    <w:rsid w:val="00BC7AD2"/>
    <w:rsid w:val="00BD1F5B"/>
    <w:rsid w:val="00BF389C"/>
    <w:rsid w:val="00BF6BFC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4EB5"/>
    <w:rsid w:val="00F93E58"/>
    <w:rsid w:val="00FB5ECD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2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Коровушкина Ксения Петровна</cp:lastModifiedBy>
  <cp:revision>3</cp:revision>
  <cp:lastPrinted>2016-12-02T07:33:00Z</cp:lastPrinted>
  <dcterms:created xsi:type="dcterms:W3CDTF">2017-07-03T10:18:00Z</dcterms:created>
  <dcterms:modified xsi:type="dcterms:W3CDTF">2017-07-03T10:19:00Z</dcterms:modified>
</cp:coreProperties>
</file>